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0494EF7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E95810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3E074957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E95810">
        <w:rPr>
          <w:rFonts w:ascii="Corbel" w:hAnsi="Corbel"/>
          <w:sz w:val="20"/>
          <w:szCs w:val="20"/>
        </w:rPr>
        <w:t>1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E95810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62F33D3F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779589D" w:rsidR="00E1719D" w:rsidRPr="004C0829" w:rsidRDefault="00F02686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95044C7" w:rsidR="00D45B17" w:rsidRPr="004C0829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FDE8C45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F9599" w14:textId="77777777" w:rsidR="0014568C" w:rsidRDefault="0014568C" w:rsidP="00C16ABF">
      <w:pPr>
        <w:spacing w:after="0" w:line="240" w:lineRule="auto"/>
      </w:pPr>
      <w:r>
        <w:separator/>
      </w:r>
    </w:p>
  </w:endnote>
  <w:endnote w:type="continuationSeparator" w:id="0">
    <w:p w14:paraId="202A542D" w14:textId="77777777" w:rsidR="0014568C" w:rsidRDefault="001456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2C72B" w14:textId="77777777" w:rsidR="0014568C" w:rsidRDefault="0014568C" w:rsidP="00C16ABF">
      <w:pPr>
        <w:spacing w:after="0" w:line="240" w:lineRule="auto"/>
      </w:pPr>
      <w:r>
        <w:separator/>
      </w:r>
    </w:p>
  </w:footnote>
  <w:footnote w:type="continuationSeparator" w:id="0">
    <w:p w14:paraId="547EB73A" w14:textId="77777777" w:rsidR="0014568C" w:rsidRDefault="0014568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568C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10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D73921-2101-42E3-BDD0-06A6182D4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2020-10-26T00:17:00Z</dcterms:created>
  <dcterms:modified xsi:type="dcterms:W3CDTF">2020-12-09T08:30:00Z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